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8E" w:rsidRDefault="00FB3C8E" w:rsidP="00937ABC">
      <w:pPr>
        <w:spacing w:after="0"/>
        <w:jc w:val="center"/>
        <w:rPr>
          <w:rFonts w:ascii="Arial" w:hAnsi="Arial" w:cs="Arial"/>
          <w:sz w:val="28"/>
          <w:szCs w:val="28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8"/>
              <w:szCs w:val="28"/>
            </w:rPr>
            <w:t>Canada</w:t>
          </w:r>
        </w:smartTag>
      </w:smartTag>
      <w:r>
        <w:rPr>
          <w:rFonts w:ascii="Arial" w:hAnsi="Arial" w:cs="Arial"/>
          <w:sz w:val="28"/>
          <w:szCs w:val="28"/>
        </w:rPr>
        <w:t>’s Contributions to Space - Assignment</w:t>
      </w:r>
    </w:p>
    <w:p w:rsidR="00FB3C8E" w:rsidRDefault="00FB3C8E" w:rsidP="00937ABC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FB3C8E" w:rsidRPr="00CB3AD0" w:rsidRDefault="00FB3C8E" w:rsidP="00E21E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B3AD0">
        <w:rPr>
          <w:rFonts w:ascii="Arial" w:hAnsi="Arial" w:cs="Arial"/>
          <w:b/>
          <w:bCs/>
          <w:sz w:val="24"/>
          <w:szCs w:val="24"/>
        </w:rPr>
        <w:t>Station #1: Videos [7 marks]</w:t>
      </w:r>
    </w:p>
    <w:p w:rsidR="00FB3C8E" w:rsidRDefault="00FB3C8E" w:rsidP="00937AB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James Webb Telescope (video)</w:t>
      </w:r>
    </w:p>
    <w:p w:rsidR="00FB3C8E" w:rsidRDefault="00FB3C8E" w:rsidP="00937AB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large will it be?</w:t>
      </w:r>
    </w:p>
    <w:p w:rsidR="00FB3C8E" w:rsidRDefault="00FB3C8E" w:rsidP="00937AB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4"/>
              <w:szCs w:val="24"/>
            </w:rPr>
            <w:t>Canada</w:t>
          </w:r>
        </w:smartTag>
      </w:smartTag>
      <w:r>
        <w:rPr>
          <w:rFonts w:ascii="Arial" w:hAnsi="Arial" w:cs="Arial"/>
          <w:sz w:val="24"/>
          <w:szCs w:val="24"/>
        </w:rPr>
        <w:t>’s contribution to this telescope?</w:t>
      </w:r>
    </w:p>
    <w:p w:rsidR="00FB3C8E" w:rsidRDefault="00FB3C8E" w:rsidP="00937AB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scientists hoping NERES will be capable of doing?</w:t>
      </w:r>
    </w:p>
    <w:p w:rsidR="00FB3C8E" w:rsidRDefault="00FB3C8E" w:rsidP="00937AB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will this telescope be launched?</w:t>
      </w:r>
    </w:p>
    <w:p w:rsidR="00FB3C8E" w:rsidRDefault="00FB3C8E" w:rsidP="00937AB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Mars Rover: Curiosity (video)</w:t>
      </w:r>
    </w:p>
    <w:p w:rsidR="00FB3C8E" w:rsidRDefault="00FB3C8E" w:rsidP="00026678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purpose of Curiosity?</w:t>
      </w:r>
    </w:p>
    <w:p w:rsidR="00FB3C8E" w:rsidRDefault="00FB3C8E" w:rsidP="00026678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4"/>
              <w:szCs w:val="24"/>
            </w:rPr>
            <w:t>Canada</w:t>
          </w:r>
        </w:smartTag>
      </w:smartTag>
      <w:r>
        <w:rPr>
          <w:rFonts w:ascii="Arial" w:hAnsi="Arial" w:cs="Arial"/>
          <w:sz w:val="24"/>
          <w:szCs w:val="24"/>
        </w:rPr>
        <w:t>’s contribution? What will it do?</w:t>
      </w:r>
    </w:p>
    <w:p w:rsidR="00FB3C8E" w:rsidRDefault="00FB3C8E" w:rsidP="00E21E6F">
      <w:pPr>
        <w:spacing w:after="0"/>
        <w:rPr>
          <w:rFonts w:ascii="Arial" w:hAnsi="Arial" w:cs="Arial"/>
          <w:sz w:val="24"/>
          <w:szCs w:val="24"/>
        </w:rPr>
      </w:pPr>
    </w:p>
    <w:p w:rsidR="00FB3C8E" w:rsidRPr="00CB3AD0" w:rsidRDefault="00FB3C8E" w:rsidP="00E21E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B3AD0">
        <w:rPr>
          <w:rFonts w:ascii="Arial" w:hAnsi="Arial" w:cs="Arial"/>
          <w:b/>
          <w:bCs/>
          <w:sz w:val="24"/>
          <w:szCs w:val="24"/>
        </w:rPr>
        <w:t>Station #2: People in Space [12 marks]</w:t>
      </w:r>
    </w:p>
    <w:p w:rsidR="00FB3C8E" w:rsidRDefault="00FB3C8E" w:rsidP="003553D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was the first Canadian in space? What does he do now?</w:t>
      </w:r>
    </w:p>
    <w:p w:rsidR="00FB3C8E" w:rsidRPr="003553D7" w:rsidRDefault="00FB3C8E" w:rsidP="003553D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journeys did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4"/>
              <w:szCs w:val="24"/>
            </w:rPr>
            <w:t>Canada</w:t>
          </w:r>
        </w:smartTag>
      </w:smartTag>
      <w:r>
        <w:rPr>
          <w:rFonts w:ascii="Arial" w:hAnsi="Arial" w:cs="Arial"/>
          <w:sz w:val="24"/>
          <w:szCs w:val="24"/>
        </w:rPr>
        <w:t>’s first astronaut make to space? What were two jobs that he performed while there?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was the first Canadian woman in space?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is the only Canadian to have been on Mir, the Russian space station?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was the first Canadian spacewalk?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Canadian astronaut has been in space the longest?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“the first Canadian cosmic catch”?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Canadian woman has been to space twice?</w:t>
      </w:r>
    </w:p>
    <w:p w:rsidR="00FB3C8E" w:rsidRDefault="00FB3C8E" w:rsidP="0022442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was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4"/>
              <w:szCs w:val="24"/>
            </w:rPr>
            <w:t>Canada</w:t>
          </w:r>
        </w:smartTag>
      </w:smartTag>
      <w:r>
        <w:rPr>
          <w:rFonts w:ascii="Arial" w:hAnsi="Arial" w:cs="Arial"/>
          <w:sz w:val="24"/>
          <w:szCs w:val="24"/>
        </w:rPr>
        <w:t>’s first space tourist?</w:t>
      </w:r>
    </w:p>
    <w:p w:rsidR="00FB3C8E" w:rsidRPr="00224425" w:rsidRDefault="00FB3C8E" w:rsidP="00783F0A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FB3C8E" w:rsidRPr="00CB3AD0" w:rsidRDefault="00FB3C8E" w:rsidP="00E21E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B3AD0">
        <w:rPr>
          <w:rFonts w:ascii="Arial" w:hAnsi="Arial" w:cs="Arial"/>
          <w:b/>
          <w:bCs/>
          <w:sz w:val="24"/>
          <w:szCs w:val="24"/>
        </w:rPr>
        <w:t>Station #3: Radarsat Satellite [7 marks]</w:t>
      </w:r>
    </w:p>
    <w:p w:rsidR="00FB3C8E" w:rsidRDefault="00FB3C8E" w:rsidP="0022442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Radarsat satellite?</w:t>
      </w:r>
    </w:p>
    <w:p w:rsidR="00FB3C8E" w:rsidRDefault="00FB3C8E" w:rsidP="0022442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does it use radar instead of optical instruments?</w:t>
      </w:r>
    </w:p>
    <w:p w:rsidR="00FB3C8E" w:rsidRDefault="00FB3C8E" w:rsidP="0022442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its main purpose?</w:t>
      </w:r>
    </w:p>
    <w:p w:rsidR="00FB3C8E" w:rsidRDefault="00FB3C8E" w:rsidP="0022442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two organizations were involved in Radarsat’s creation?</w:t>
      </w:r>
    </w:p>
    <w:p w:rsidR="00FB3C8E" w:rsidRDefault="00FB3C8E" w:rsidP="0022442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kind of resolution did the first Radarsat provide?</w:t>
      </w:r>
    </w:p>
    <w:p w:rsidR="00FB3C8E" w:rsidRDefault="00FB3C8E" w:rsidP="0022442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kind of resolution will Radarsat be able to provide? How will this change the type of objects it can see?</w:t>
      </w:r>
    </w:p>
    <w:p w:rsidR="00FB3C8E" w:rsidRDefault="00FB3C8E" w:rsidP="00DE16A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B3C8E" w:rsidRPr="00CB3AD0" w:rsidRDefault="00FB3C8E" w:rsidP="00E21E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B3AD0">
        <w:rPr>
          <w:rFonts w:ascii="Arial" w:hAnsi="Arial" w:cs="Arial"/>
          <w:b/>
          <w:bCs/>
          <w:sz w:val="24"/>
          <w:szCs w:val="24"/>
        </w:rPr>
        <w:t>Station #4: David Florida Laboratory [7 marks]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it?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it do?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was Radarsat-2 launched?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</w:t>
      </w:r>
      <w:smartTag w:uri="urn:schemas-microsoft-com:office:smarttags" w:element="country-region">
        <w:r>
          <w:rPr>
            <w:rFonts w:ascii="Arial" w:hAnsi="Arial" w:cs="Arial"/>
            <w:sz w:val="24"/>
            <w:szCs w:val="24"/>
          </w:rPr>
          <w:t>Canada</w:t>
        </w:r>
      </w:smartTag>
      <w:r>
        <w:rPr>
          <w:rFonts w:ascii="Arial" w:hAnsi="Arial" w:cs="Arial"/>
          <w:sz w:val="24"/>
          <w:szCs w:val="24"/>
        </w:rPr>
        <w:t>’s contribution to the International Space Station?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did it work on the Canadarm?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did the DFL receive the first Canadian contract? </w:t>
      </w:r>
    </w:p>
    <w:p w:rsidR="00FB3C8E" w:rsidRDefault="00FB3C8E" w:rsidP="003553D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HERMES?</w:t>
      </w:r>
    </w:p>
    <w:p w:rsidR="00FB3C8E" w:rsidRPr="003553D7" w:rsidRDefault="00FB3C8E" w:rsidP="00DE16A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sectPr w:rsidR="00FB3C8E" w:rsidRPr="003553D7" w:rsidSect="00CB3AD0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A72"/>
    <w:multiLevelType w:val="hybridMultilevel"/>
    <w:tmpl w:val="51F21D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13CD"/>
    <w:multiLevelType w:val="hybridMultilevel"/>
    <w:tmpl w:val="813C49A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43397"/>
    <w:multiLevelType w:val="hybridMultilevel"/>
    <w:tmpl w:val="C2ACFD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45725"/>
    <w:multiLevelType w:val="hybridMultilevel"/>
    <w:tmpl w:val="C2ACFD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ABC"/>
    <w:rsid w:val="00026678"/>
    <w:rsid w:val="0016674D"/>
    <w:rsid w:val="00224425"/>
    <w:rsid w:val="003553D7"/>
    <w:rsid w:val="00392A6E"/>
    <w:rsid w:val="003A1D10"/>
    <w:rsid w:val="00783F0A"/>
    <w:rsid w:val="007E0324"/>
    <w:rsid w:val="00804769"/>
    <w:rsid w:val="00864F39"/>
    <w:rsid w:val="00937ABC"/>
    <w:rsid w:val="009A2A56"/>
    <w:rsid w:val="00BE1328"/>
    <w:rsid w:val="00C82BC7"/>
    <w:rsid w:val="00CB3AD0"/>
    <w:rsid w:val="00D34891"/>
    <w:rsid w:val="00D531FA"/>
    <w:rsid w:val="00DE16A5"/>
    <w:rsid w:val="00E21E6F"/>
    <w:rsid w:val="00E34D85"/>
    <w:rsid w:val="00FB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328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7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237</Words>
  <Characters>1357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Canada’s Contributions to Space</dc:title>
  <dc:subject/>
  <dc:creator>Rachal</dc:creator>
  <cp:keywords/>
  <dc:description/>
  <cp:lastModifiedBy>C47203</cp:lastModifiedBy>
  <cp:revision>3</cp:revision>
  <cp:lastPrinted>2014-03-26T16:24:00Z</cp:lastPrinted>
  <dcterms:created xsi:type="dcterms:W3CDTF">2014-03-21T13:47:00Z</dcterms:created>
  <dcterms:modified xsi:type="dcterms:W3CDTF">2014-03-26T16:25:00Z</dcterms:modified>
</cp:coreProperties>
</file>